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C812CE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 xml:space="preserve">О ликвидации администрации </w:t>
      </w:r>
      <w:proofErr w:type="spellStart"/>
      <w:r w:rsidR="00AF0209">
        <w:rPr>
          <w:b/>
          <w:sz w:val="28"/>
          <w:szCs w:val="28"/>
        </w:rPr>
        <w:t>Шарчинского</w:t>
      </w:r>
      <w:proofErr w:type="spellEnd"/>
      <w:r w:rsidR="00C812CE">
        <w:rPr>
          <w:b/>
          <w:sz w:val="28"/>
          <w:szCs w:val="28"/>
        </w:rPr>
        <w:t xml:space="preserve"> сельсовета </w:t>
      </w:r>
    </w:p>
    <w:p w:rsidR="00300FDC" w:rsidRPr="009B6676" w:rsidRDefault="005F5124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 w:rsidR="00C812CE">
        <w:rPr>
          <w:b/>
          <w:sz w:val="28"/>
          <w:szCs w:val="28"/>
        </w:rPr>
        <w:t xml:space="preserve">Новосибирской области </w:t>
      </w:r>
      <w:r w:rsidR="00300FDC"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BD5559" w:rsidRDefault="001D4DA3" w:rsidP="00E935D6">
      <w:pPr>
        <w:ind w:firstLine="708"/>
        <w:jc w:val="both"/>
        <w:rPr>
          <w:sz w:val="28"/>
          <w:szCs w:val="28"/>
        </w:rPr>
      </w:pPr>
      <w:r w:rsidRPr="00BD5559">
        <w:rPr>
          <w:sz w:val="28"/>
          <w:szCs w:val="28"/>
        </w:rPr>
        <w:t>1. Ликвидировать администрацию</w:t>
      </w:r>
      <w:r w:rsidR="00C812CE" w:rsidRPr="00BD5559">
        <w:rPr>
          <w:sz w:val="28"/>
          <w:szCs w:val="28"/>
        </w:rPr>
        <w:t xml:space="preserve"> </w:t>
      </w:r>
      <w:proofErr w:type="spellStart"/>
      <w:r w:rsidR="00AF0209" w:rsidRPr="00BD5559">
        <w:rPr>
          <w:sz w:val="28"/>
          <w:szCs w:val="28"/>
        </w:rPr>
        <w:t>Шарчинского</w:t>
      </w:r>
      <w:proofErr w:type="spellEnd"/>
      <w:r w:rsidR="00C812CE" w:rsidRPr="00BD5559">
        <w:rPr>
          <w:sz w:val="28"/>
          <w:szCs w:val="28"/>
        </w:rPr>
        <w:t xml:space="preserve"> сельсовета</w:t>
      </w:r>
      <w:r w:rsidRPr="00BD5559">
        <w:rPr>
          <w:sz w:val="28"/>
          <w:szCs w:val="28"/>
        </w:rPr>
        <w:t xml:space="preserve"> </w:t>
      </w:r>
      <w:r w:rsidR="00341AC8" w:rsidRPr="00BD5559">
        <w:rPr>
          <w:sz w:val="28"/>
          <w:szCs w:val="28"/>
        </w:rPr>
        <w:t>Сузунского</w:t>
      </w:r>
      <w:r w:rsidR="00AB1A24" w:rsidRPr="00BD5559">
        <w:rPr>
          <w:sz w:val="28"/>
          <w:szCs w:val="28"/>
        </w:rPr>
        <w:t xml:space="preserve"> </w:t>
      </w:r>
      <w:r w:rsidR="0013518D" w:rsidRPr="00BD5559">
        <w:rPr>
          <w:sz w:val="28"/>
          <w:szCs w:val="28"/>
        </w:rPr>
        <w:t>района</w:t>
      </w:r>
      <w:r w:rsidR="00C812CE" w:rsidRPr="00BD5559">
        <w:rPr>
          <w:sz w:val="28"/>
          <w:szCs w:val="28"/>
        </w:rPr>
        <w:t xml:space="preserve"> Новосибирской области</w:t>
      </w:r>
      <w:r w:rsidR="0013518D" w:rsidRPr="00BD5559">
        <w:rPr>
          <w:sz w:val="28"/>
          <w:szCs w:val="28"/>
        </w:rPr>
        <w:t xml:space="preserve"> </w:t>
      </w:r>
      <w:r w:rsidRPr="00BD5559">
        <w:rPr>
          <w:sz w:val="28"/>
          <w:szCs w:val="28"/>
        </w:rPr>
        <w:t>(</w:t>
      </w:r>
      <w:r w:rsidR="00341AC8" w:rsidRPr="00BD5559">
        <w:rPr>
          <w:sz w:val="28"/>
          <w:szCs w:val="28"/>
          <w:shd w:val="clear" w:color="auto" w:fill="FFFFFF"/>
        </w:rPr>
        <w:t>ОГРН: </w:t>
      </w:r>
      <w:r w:rsidR="00AF0209" w:rsidRPr="00BD5559">
        <w:rPr>
          <w:sz w:val="28"/>
          <w:szCs w:val="28"/>
          <w:shd w:val="clear" w:color="auto" w:fill="FFFFFF"/>
        </w:rPr>
        <w:t>1025405427080</w:t>
      </w:r>
      <w:r w:rsidRPr="00BD5559">
        <w:rPr>
          <w:sz w:val="28"/>
          <w:szCs w:val="28"/>
        </w:rPr>
        <w:t>, ИНН</w:t>
      </w:r>
      <w:r w:rsidR="0013518D" w:rsidRPr="00BD5559">
        <w:rPr>
          <w:sz w:val="28"/>
          <w:szCs w:val="28"/>
        </w:rPr>
        <w:t xml:space="preserve"> </w:t>
      </w:r>
      <w:r w:rsidR="00AF0209" w:rsidRPr="00BD5559">
        <w:rPr>
          <w:sz w:val="28"/>
          <w:szCs w:val="28"/>
          <w:shd w:val="clear" w:color="auto" w:fill="FFFFFF"/>
        </w:rPr>
        <w:t>5436106526</w:t>
      </w:r>
      <w:r w:rsidRPr="00BD5559">
        <w:rPr>
          <w:sz w:val="28"/>
          <w:szCs w:val="28"/>
        </w:rPr>
        <w:t xml:space="preserve">, юридический и фактический адрес: </w:t>
      </w:r>
      <w:r w:rsidR="0013518D" w:rsidRPr="00BD5559">
        <w:rPr>
          <w:sz w:val="28"/>
          <w:szCs w:val="28"/>
        </w:rPr>
        <w:t xml:space="preserve">Новосибирская область, </w:t>
      </w:r>
      <w:r w:rsidR="00341AC8" w:rsidRPr="00BD5559">
        <w:rPr>
          <w:sz w:val="28"/>
          <w:szCs w:val="28"/>
        </w:rPr>
        <w:t>Сузунский</w:t>
      </w:r>
      <w:r w:rsidR="0013518D" w:rsidRPr="00BD5559">
        <w:rPr>
          <w:sz w:val="28"/>
          <w:szCs w:val="28"/>
        </w:rPr>
        <w:t xml:space="preserve"> район,</w:t>
      </w:r>
      <w:r w:rsidR="00B417C3" w:rsidRPr="00BD5559">
        <w:rPr>
          <w:sz w:val="28"/>
          <w:szCs w:val="28"/>
        </w:rPr>
        <w:t xml:space="preserve"> с.</w:t>
      </w:r>
      <w:r w:rsidR="0013518D" w:rsidRPr="00BD5559">
        <w:rPr>
          <w:sz w:val="28"/>
          <w:szCs w:val="28"/>
        </w:rPr>
        <w:t xml:space="preserve"> </w:t>
      </w:r>
      <w:r w:rsidR="00AF0209" w:rsidRPr="00BD5559">
        <w:rPr>
          <w:sz w:val="28"/>
          <w:szCs w:val="28"/>
        </w:rPr>
        <w:t>Шарчино</w:t>
      </w:r>
      <w:r w:rsidR="0013518D" w:rsidRPr="00BD5559">
        <w:rPr>
          <w:sz w:val="28"/>
          <w:szCs w:val="28"/>
        </w:rPr>
        <w:t>, ул.</w:t>
      </w:r>
      <w:r w:rsidR="00341AC8" w:rsidRPr="00BD5559">
        <w:rPr>
          <w:sz w:val="28"/>
          <w:szCs w:val="28"/>
        </w:rPr>
        <w:t xml:space="preserve"> </w:t>
      </w:r>
      <w:r w:rsidR="00AF0209" w:rsidRPr="00BD5559">
        <w:rPr>
          <w:sz w:val="28"/>
          <w:szCs w:val="28"/>
        </w:rPr>
        <w:t>Советская</w:t>
      </w:r>
      <w:r w:rsidR="0013518D" w:rsidRPr="00BD5559">
        <w:rPr>
          <w:sz w:val="28"/>
          <w:szCs w:val="28"/>
        </w:rPr>
        <w:t>,</w:t>
      </w:r>
      <w:r w:rsidR="00341AC8" w:rsidRPr="00BD5559">
        <w:rPr>
          <w:sz w:val="28"/>
          <w:szCs w:val="28"/>
        </w:rPr>
        <w:t xml:space="preserve"> д. </w:t>
      </w:r>
      <w:r w:rsidR="00AF0209" w:rsidRPr="00BD5559">
        <w:rPr>
          <w:sz w:val="28"/>
          <w:szCs w:val="28"/>
        </w:rPr>
        <w:t>43</w:t>
      </w:r>
      <w:r w:rsidR="00DF2AC4" w:rsidRPr="00BD5559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proofErr w:type="spellStart"/>
      <w:r w:rsidR="00BD5559" w:rsidRPr="00BD5559">
        <w:rPr>
          <w:sz w:val="28"/>
          <w:szCs w:val="28"/>
        </w:rPr>
        <w:t>Шарчинского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</w:t>
      </w:r>
      <w:r>
        <w:rPr>
          <w:sz w:val="28"/>
          <w:szCs w:val="28"/>
        </w:rPr>
        <w:t>Сузунского</w:t>
      </w:r>
      <w:r w:rsidR="0013518D">
        <w:rPr>
          <w:sz w:val="28"/>
          <w:szCs w:val="28"/>
        </w:rPr>
        <w:t xml:space="preserve"> района</w:t>
      </w:r>
      <w:r w:rsidR="00C812CE">
        <w:rPr>
          <w:sz w:val="28"/>
          <w:szCs w:val="28"/>
        </w:rPr>
        <w:t xml:space="preserve"> Новосибирской области</w:t>
      </w:r>
      <w:r w:rsidR="0013518D">
        <w:rPr>
          <w:sz w:val="28"/>
          <w:szCs w:val="28"/>
        </w:rPr>
        <w:t xml:space="preserve">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>лан</w:t>
      </w:r>
      <w:r w:rsidR="00861583">
        <w:rPr>
          <w:sz w:val="28"/>
          <w:szCs w:val="28"/>
        </w:rPr>
        <w:t xml:space="preserve"> </w:t>
      </w:r>
      <w:r w:rsidR="001D4DA3">
        <w:rPr>
          <w:sz w:val="28"/>
          <w:szCs w:val="28"/>
        </w:rPr>
        <w:t xml:space="preserve">ликвидационных мероприятий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BD5559" w:rsidRPr="00BD5559">
        <w:rPr>
          <w:sz w:val="28"/>
          <w:szCs w:val="28"/>
        </w:rPr>
        <w:t>Шарчинского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Сузунского района Новосибирской области</w:t>
      </w:r>
      <w:r w:rsidR="0013518D"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BD5559" w:rsidRPr="00BD5559">
        <w:rPr>
          <w:sz w:val="28"/>
          <w:szCs w:val="28"/>
        </w:rPr>
        <w:t>Шарчинского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Сузунского района Новосибирской области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BD5559" w:rsidRPr="00BD5559">
        <w:rPr>
          <w:sz w:val="28"/>
          <w:szCs w:val="28"/>
        </w:rPr>
        <w:t>Шарчинского</w:t>
      </w:r>
      <w:proofErr w:type="spellEnd"/>
      <w:r w:rsidR="00861583" w:rsidRPr="00861583">
        <w:rPr>
          <w:sz w:val="28"/>
          <w:szCs w:val="28"/>
        </w:rPr>
        <w:t xml:space="preserve"> сельсовета </w:t>
      </w:r>
      <w:r w:rsidR="00C812CE">
        <w:rPr>
          <w:sz w:val="28"/>
          <w:szCs w:val="28"/>
        </w:rPr>
        <w:t xml:space="preserve">Сузунского района Новосибирской области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D4DA3" w:rsidRDefault="001D4DA3" w:rsidP="00225BEA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8615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E43696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225BEA" w:rsidRDefault="00225BEA" w:rsidP="00861583">
            <w:pPr>
              <w:spacing w:line="276" w:lineRule="auto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Pr="00C812CE" w:rsidRDefault="00AB1A24" w:rsidP="00C812CE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</w:t>
      </w:r>
      <w:r w:rsidRPr="00C812CE">
        <w:rPr>
          <w:b/>
          <w:sz w:val="28"/>
          <w:szCs w:val="28"/>
        </w:rPr>
        <w:t xml:space="preserve">комиссии </w:t>
      </w:r>
      <w:r w:rsidR="00C812CE" w:rsidRPr="00C812CE">
        <w:rPr>
          <w:b/>
          <w:sz w:val="28"/>
          <w:szCs w:val="28"/>
        </w:rPr>
        <w:t xml:space="preserve">администрации </w:t>
      </w:r>
      <w:proofErr w:type="spellStart"/>
      <w:r w:rsidR="00BD5559" w:rsidRPr="00BD5559">
        <w:rPr>
          <w:b/>
          <w:sz w:val="28"/>
          <w:szCs w:val="28"/>
        </w:rPr>
        <w:t>Шарчинского</w:t>
      </w:r>
      <w:proofErr w:type="spellEnd"/>
      <w:r w:rsidR="00861583" w:rsidRPr="00BD5559">
        <w:rPr>
          <w:b/>
          <w:sz w:val="28"/>
          <w:szCs w:val="28"/>
        </w:rPr>
        <w:t xml:space="preserve"> </w:t>
      </w:r>
      <w:r w:rsidR="00861583" w:rsidRPr="00861583">
        <w:rPr>
          <w:b/>
          <w:sz w:val="28"/>
          <w:szCs w:val="28"/>
        </w:rPr>
        <w:t>сельсовета</w:t>
      </w:r>
      <w:r w:rsidR="00861583" w:rsidRPr="00861583">
        <w:rPr>
          <w:sz w:val="28"/>
          <w:szCs w:val="28"/>
        </w:rPr>
        <w:t xml:space="preserve"> </w:t>
      </w:r>
      <w:r w:rsidR="00C812CE" w:rsidRPr="00C812CE">
        <w:rPr>
          <w:b/>
          <w:sz w:val="28"/>
          <w:szCs w:val="28"/>
        </w:rPr>
        <w:t>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BD5559" w:rsidRPr="00BD5559">
        <w:rPr>
          <w:sz w:val="28"/>
          <w:szCs w:val="28"/>
        </w:rPr>
        <w:t>Шарчинского</w:t>
      </w:r>
      <w:proofErr w:type="spellEnd"/>
      <w:r w:rsidR="00861583" w:rsidRPr="00861583">
        <w:rPr>
          <w:sz w:val="28"/>
          <w:szCs w:val="28"/>
        </w:rPr>
        <w:t xml:space="preserve"> сельсовета </w:t>
      </w:r>
      <w:r w:rsidR="00C812CE">
        <w:rPr>
          <w:sz w:val="28"/>
          <w:szCs w:val="28"/>
        </w:rPr>
        <w:t xml:space="preserve">Сузунского района Новосибирской области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координация документационного обеспечения и формирование архивных </w:t>
      </w: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C812CE">
          <w:pgSz w:w="11907" w:h="16840"/>
          <w:pgMar w:top="540" w:right="425" w:bottom="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675EB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 xml:space="preserve">ликвидационных </w:t>
      </w:r>
      <w:r w:rsidRPr="00A675EB">
        <w:rPr>
          <w:b/>
          <w:sz w:val="28"/>
          <w:szCs w:val="28"/>
        </w:rPr>
        <w:t xml:space="preserve">мероприятий </w:t>
      </w:r>
      <w:r w:rsidR="00A675EB" w:rsidRPr="00A675EB">
        <w:rPr>
          <w:b/>
          <w:sz w:val="28"/>
          <w:szCs w:val="28"/>
        </w:rPr>
        <w:t>администрации</w:t>
      </w:r>
    </w:p>
    <w:p w:rsidR="00A675EB" w:rsidRPr="00A675EB" w:rsidRDefault="00BD5559" w:rsidP="00A675EB">
      <w:pPr>
        <w:jc w:val="center"/>
        <w:rPr>
          <w:b/>
          <w:sz w:val="28"/>
          <w:szCs w:val="28"/>
        </w:rPr>
      </w:pPr>
      <w:proofErr w:type="spellStart"/>
      <w:r w:rsidRPr="00BD5559">
        <w:rPr>
          <w:b/>
          <w:sz w:val="28"/>
          <w:szCs w:val="28"/>
        </w:rPr>
        <w:t>Шарчинского</w:t>
      </w:r>
      <w:proofErr w:type="spellEnd"/>
      <w:r w:rsidR="00861583" w:rsidRPr="00BD5559">
        <w:rPr>
          <w:b/>
          <w:sz w:val="28"/>
          <w:szCs w:val="28"/>
        </w:rPr>
        <w:t xml:space="preserve"> </w:t>
      </w:r>
      <w:r w:rsidR="00861583" w:rsidRPr="00CB2C73">
        <w:rPr>
          <w:b/>
          <w:sz w:val="28"/>
          <w:szCs w:val="28"/>
        </w:rPr>
        <w:t>с</w:t>
      </w:r>
      <w:r w:rsidR="00861583" w:rsidRPr="00861583">
        <w:rPr>
          <w:b/>
          <w:sz w:val="28"/>
          <w:szCs w:val="28"/>
        </w:rPr>
        <w:t>ельсовета</w:t>
      </w:r>
      <w:r w:rsidR="00861583" w:rsidRPr="00861583">
        <w:rPr>
          <w:sz w:val="28"/>
          <w:szCs w:val="28"/>
        </w:rPr>
        <w:t xml:space="preserve"> </w:t>
      </w:r>
      <w:r w:rsidR="00A675EB" w:rsidRPr="00A675EB">
        <w:rPr>
          <w:b/>
          <w:sz w:val="28"/>
          <w:szCs w:val="28"/>
        </w:rPr>
        <w:t>Сузунского района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</w:p>
    <w:p w:rsidR="00AB1A24" w:rsidRDefault="00AB1A24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861583">
              <w:rPr>
                <w:iCs/>
              </w:rPr>
              <w:t xml:space="preserve">ликвидации </w:t>
            </w:r>
            <w:r w:rsidR="00C812CE" w:rsidRPr="00861583">
              <w:t xml:space="preserve">администрации </w:t>
            </w:r>
            <w:proofErr w:type="spellStart"/>
            <w:r w:rsidR="00BD5559" w:rsidRPr="00BD5559">
              <w:t>Шарчинского</w:t>
            </w:r>
            <w:proofErr w:type="spellEnd"/>
            <w:r w:rsidR="00861583" w:rsidRPr="00CB2C73">
              <w:t xml:space="preserve"> </w:t>
            </w:r>
            <w:r w:rsidR="00861583" w:rsidRPr="00861583">
              <w:t xml:space="preserve">сельсовета </w:t>
            </w:r>
            <w:r w:rsidR="00C812CE" w:rsidRPr="00861583">
              <w:t>Сузунского</w:t>
            </w:r>
            <w:r w:rsidR="00C812CE" w:rsidRPr="00C812CE">
              <w:t xml:space="preserve"> района Новосибирской области </w:t>
            </w:r>
            <w:r w:rsidRPr="00C812CE">
              <w:rPr>
                <w:iCs/>
              </w:rPr>
              <w:t>(далее - учреждение) как юридического</w:t>
            </w:r>
            <w:r>
              <w:rPr>
                <w:iCs/>
              </w:rPr>
              <w:t xml:space="preserve">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 xml:space="preserve">Ст. 9 Федерального закона от 08.08.2001 № 129-ФЗ «О </w:t>
            </w:r>
            <w:r w:rsidRPr="006A4A61">
              <w:lastRenderedPageBreak/>
              <w:t>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 xml:space="preserve">Приказ </w:t>
            </w:r>
            <w:r w:rsidR="00D7118B" w:rsidRPr="00085155">
              <w:rPr>
                <w:iCs/>
              </w:rPr>
              <w:lastRenderedPageBreak/>
              <w:t>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</w:t>
            </w:r>
            <w:r w:rsidRPr="00995808">
              <w:rPr>
                <w:iCs/>
              </w:rPr>
              <w:lastRenderedPageBreak/>
              <w:t>государственной регистрации в связи с 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итогам сводной бюджетной и бухгалтерской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</w:t>
            </w:r>
            <w:r w:rsidRPr="00995808">
              <w:lastRenderedPageBreak/>
              <w:t>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</w:t>
            </w:r>
            <w:r w:rsidR="00C812CE" w:rsidRPr="00BD5559">
              <w:t xml:space="preserve">администрации </w:t>
            </w:r>
            <w:proofErr w:type="spellStart"/>
            <w:r w:rsidR="00BD5559" w:rsidRPr="00BD5559">
              <w:t>Шарчинского</w:t>
            </w:r>
            <w:proofErr w:type="spellEnd"/>
            <w:r w:rsidR="00861583" w:rsidRPr="00CB2C73">
              <w:t xml:space="preserve"> сельсовета </w:t>
            </w:r>
            <w:r w:rsidR="00C812CE" w:rsidRPr="00CB2C73">
              <w:t>Сузунского</w:t>
            </w:r>
            <w:r w:rsidR="00C812CE" w:rsidRPr="00C812CE">
              <w:t xml:space="preserve">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СОСТАВ</w:t>
      </w: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ликвидационной комиссии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 xml:space="preserve">администрации </w:t>
      </w:r>
      <w:proofErr w:type="spellStart"/>
      <w:r w:rsidR="00BD5559" w:rsidRPr="00BD5559">
        <w:rPr>
          <w:b/>
          <w:sz w:val="28"/>
          <w:szCs w:val="28"/>
        </w:rPr>
        <w:t>Шарчинского</w:t>
      </w:r>
      <w:proofErr w:type="spellEnd"/>
      <w:r w:rsidR="00861583" w:rsidRPr="00B417C3">
        <w:rPr>
          <w:b/>
        </w:rPr>
        <w:t xml:space="preserve"> </w:t>
      </w:r>
      <w:r w:rsidR="00861583" w:rsidRPr="00861583">
        <w:rPr>
          <w:b/>
          <w:sz w:val="28"/>
          <w:szCs w:val="28"/>
        </w:rPr>
        <w:t>сельсовета</w:t>
      </w:r>
      <w:r w:rsidR="00861583" w:rsidRPr="00861583">
        <w:rPr>
          <w:sz w:val="28"/>
          <w:szCs w:val="28"/>
        </w:rPr>
        <w:t xml:space="preserve"> </w:t>
      </w:r>
      <w:r w:rsidRPr="00A675EB">
        <w:rPr>
          <w:b/>
          <w:sz w:val="28"/>
          <w:szCs w:val="28"/>
        </w:rPr>
        <w:t>Сузунского района</w:t>
      </w:r>
    </w:p>
    <w:p w:rsidR="00AB1A24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507597" w:rsidRDefault="00507597" w:rsidP="00492855">
            <w:pPr>
              <w:jc w:val="both"/>
              <w:rPr>
                <w:sz w:val="28"/>
                <w:szCs w:val="28"/>
              </w:rPr>
            </w:pPr>
          </w:p>
          <w:p w:rsidR="00762A0B" w:rsidRPr="00A675EB" w:rsidRDefault="00BD5559" w:rsidP="004928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Кондратьева Наталья Владимировна </w:t>
            </w:r>
            <w:r w:rsidR="00A675EB" w:rsidRPr="00A675EB">
              <w:rPr>
                <w:sz w:val="28"/>
                <w:szCs w:val="28"/>
              </w:rPr>
              <w:t>–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Г</w:t>
            </w:r>
            <w:r w:rsidR="00762A0B" w:rsidRPr="00A675EB">
              <w:rPr>
                <w:sz w:val="28"/>
                <w:szCs w:val="28"/>
              </w:rPr>
              <w:t>лав</w:t>
            </w:r>
            <w:r w:rsidR="00A675EB" w:rsidRPr="00A675EB">
              <w:rPr>
                <w:sz w:val="28"/>
                <w:szCs w:val="28"/>
              </w:rPr>
              <w:t xml:space="preserve">а </w:t>
            </w:r>
            <w:proofErr w:type="spellStart"/>
            <w:r w:rsidRPr="00BD5559">
              <w:rPr>
                <w:sz w:val="28"/>
                <w:szCs w:val="28"/>
              </w:rPr>
              <w:t>Шарчинского</w:t>
            </w:r>
            <w:proofErr w:type="spellEnd"/>
            <w:r w:rsidR="00861583" w:rsidRPr="00861583">
              <w:rPr>
                <w:sz w:val="28"/>
                <w:szCs w:val="28"/>
              </w:rPr>
              <w:t xml:space="preserve"> сельсовета</w:t>
            </w:r>
            <w:r w:rsidR="00A675EB" w:rsidRPr="00A675EB">
              <w:rPr>
                <w:sz w:val="28"/>
                <w:szCs w:val="28"/>
              </w:rPr>
              <w:t xml:space="preserve"> Сузунского района</w:t>
            </w:r>
            <w:r w:rsidR="00710F83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Новосибирской области</w:t>
            </w:r>
            <w:r w:rsidR="00762A0B" w:rsidRPr="00A675E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3130F0">
            <w:pPr>
              <w:jc w:val="both"/>
              <w:rPr>
                <w:sz w:val="28"/>
                <w:szCs w:val="28"/>
              </w:rPr>
            </w:pPr>
          </w:p>
          <w:p w:rsidR="00BD1F27" w:rsidRPr="00234EE3" w:rsidRDefault="00BD5559" w:rsidP="003741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 Т</w:t>
            </w:r>
            <w:r w:rsidR="00374104">
              <w:rPr>
                <w:sz w:val="28"/>
                <w:szCs w:val="28"/>
              </w:rPr>
              <w:t xml:space="preserve">атьяна </w:t>
            </w:r>
            <w:r>
              <w:rPr>
                <w:sz w:val="28"/>
                <w:szCs w:val="28"/>
              </w:rPr>
              <w:t>А</w:t>
            </w:r>
            <w:r w:rsidR="00374104">
              <w:rPr>
                <w:sz w:val="28"/>
                <w:szCs w:val="28"/>
              </w:rPr>
              <w:t>лександровна</w:t>
            </w:r>
            <w:bookmarkStart w:id="0" w:name="_GoBack"/>
            <w:bookmarkEnd w:id="0"/>
            <w:r w:rsidR="00374104">
              <w:rPr>
                <w:sz w:val="28"/>
                <w:szCs w:val="28"/>
              </w:rPr>
              <w:t xml:space="preserve"> </w:t>
            </w:r>
            <w:r w:rsidR="00374104" w:rsidRPr="00A675E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специалист администрации </w:t>
            </w:r>
            <w:proofErr w:type="spellStart"/>
            <w:r>
              <w:rPr>
                <w:sz w:val="28"/>
                <w:szCs w:val="28"/>
              </w:rPr>
              <w:t>Шарчинского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Сузунского района Новосибирской области</w:t>
            </w:r>
            <w:r w:rsidR="007079EC">
              <w:rPr>
                <w:sz w:val="28"/>
                <w:szCs w:val="28"/>
              </w:rPr>
              <w:t>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7079EC" w:rsidP="00BD1F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Портнягина Валентина Федоровна </w:t>
            </w:r>
            <w:r w:rsidRPr="00286B8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бухгалтер 2 категории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18C" w:rsidRDefault="00E0318C" w:rsidP="00AC5C3C">
      <w:r>
        <w:separator/>
      </w:r>
    </w:p>
  </w:endnote>
  <w:endnote w:type="continuationSeparator" w:id="0">
    <w:p w:rsidR="00E0318C" w:rsidRDefault="00E0318C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18C" w:rsidRDefault="00E0318C" w:rsidP="00AC5C3C">
      <w:r>
        <w:separator/>
      </w:r>
    </w:p>
  </w:footnote>
  <w:footnote w:type="continuationSeparator" w:id="0">
    <w:p w:rsidR="00E0318C" w:rsidRDefault="00E0318C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47107"/>
    <w:rsid w:val="00056412"/>
    <w:rsid w:val="000633F2"/>
    <w:rsid w:val="000648BD"/>
    <w:rsid w:val="000670A2"/>
    <w:rsid w:val="00080E77"/>
    <w:rsid w:val="00082331"/>
    <w:rsid w:val="00084960"/>
    <w:rsid w:val="00085155"/>
    <w:rsid w:val="000A12CC"/>
    <w:rsid w:val="000A7BA7"/>
    <w:rsid w:val="000B4CD9"/>
    <w:rsid w:val="000D5761"/>
    <w:rsid w:val="000E1881"/>
    <w:rsid w:val="000F23A6"/>
    <w:rsid w:val="00134864"/>
    <w:rsid w:val="0013518D"/>
    <w:rsid w:val="00136921"/>
    <w:rsid w:val="0014230D"/>
    <w:rsid w:val="00161F31"/>
    <w:rsid w:val="00183375"/>
    <w:rsid w:val="001910B3"/>
    <w:rsid w:val="001971C2"/>
    <w:rsid w:val="001A28AB"/>
    <w:rsid w:val="001A4C65"/>
    <w:rsid w:val="001A7D60"/>
    <w:rsid w:val="001B5B3F"/>
    <w:rsid w:val="001D4DA3"/>
    <w:rsid w:val="00225BEA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74104"/>
    <w:rsid w:val="0038693E"/>
    <w:rsid w:val="00387D1D"/>
    <w:rsid w:val="0039600C"/>
    <w:rsid w:val="003A1364"/>
    <w:rsid w:val="003A56D5"/>
    <w:rsid w:val="003B24CD"/>
    <w:rsid w:val="003B6F99"/>
    <w:rsid w:val="003C4A71"/>
    <w:rsid w:val="003C78B9"/>
    <w:rsid w:val="004005C2"/>
    <w:rsid w:val="0040625A"/>
    <w:rsid w:val="00440B17"/>
    <w:rsid w:val="0044272D"/>
    <w:rsid w:val="0044595D"/>
    <w:rsid w:val="00445D98"/>
    <w:rsid w:val="00453A2B"/>
    <w:rsid w:val="00477535"/>
    <w:rsid w:val="00480BA0"/>
    <w:rsid w:val="004A59A2"/>
    <w:rsid w:val="004F3809"/>
    <w:rsid w:val="00500068"/>
    <w:rsid w:val="00507597"/>
    <w:rsid w:val="00531936"/>
    <w:rsid w:val="005351F9"/>
    <w:rsid w:val="00541C14"/>
    <w:rsid w:val="00545F0B"/>
    <w:rsid w:val="00546FBD"/>
    <w:rsid w:val="005505B4"/>
    <w:rsid w:val="00561EBA"/>
    <w:rsid w:val="005667EC"/>
    <w:rsid w:val="005755CF"/>
    <w:rsid w:val="0058501E"/>
    <w:rsid w:val="005A0990"/>
    <w:rsid w:val="005A1A67"/>
    <w:rsid w:val="005A50A1"/>
    <w:rsid w:val="005B23E2"/>
    <w:rsid w:val="005C0128"/>
    <w:rsid w:val="005C626E"/>
    <w:rsid w:val="005D70DD"/>
    <w:rsid w:val="005E44FB"/>
    <w:rsid w:val="005F5124"/>
    <w:rsid w:val="00631A1F"/>
    <w:rsid w:val="0065371B"/>
    <w:rsid w:val="00664404"/>
    <w:rsid w:val="006666FD"/>
    <w:rsid w:val="00681F36"/>
    <w:rsid w:val="00685104"/>
    <w:rsid w:val="00687527"/>
    <w:rsid w:val="00695A96"/>
    <w:rsid w:val="006A4A61"/>
    <w:rsid w:val="006B336C"/>
    <w:rsid w:val="006D7F5D"/>
    <w:rsid w:val="006E7650"/>
    <w:rsid w:val="006F440D"/>
    <w:rsid w:val="006F610D"/>
    <w:rsid w:val="00704D18"/>
    <w:rsid w:val="00704E71"/>
    <w:rsid w:val="007079EC"/>
    <w:rsid w:val="00710F83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8040D9"/>
    <w:rsid w:val="00810823"/>
    <w:rsid w:val="00861583"/>
    <w:rsid w:val="00882F95"/>
    <w:rsid w:val="008861DB"/>
    <w:rsid w:val="008A1CD6"/>
    <w:rsid w:val="008B6C1C"/>
    <w:rsid w:val="008C0C5C"/>
    <w:rsid w:val="008C4D61"/>
    <w:rsid w:val="008D4141"/>
    <w:rsid w:val="008E4D00"/>
    <w:rsid w:val="008F700B"/>
    <w:rsid w:val="0090774D"/>
    <w:rsid w:val="0092258C"/>
    <w:rsid w:val="0093492A"/>
    <w:rsid w:val="009432B0"/>
    <w:rsid w:val="009569C0"/>
    <w:rsid w:val="009608B7"/>
    <w:rsid w:val="00970812"/>
    <w:rsid w:val="009A0508"/>
    <w:rsid w:val="009A4FF4"/>
    <w:rsid w:val="009A5290"/>
    <w:rsid w:val="009B0869"/>
    <w:rsid w:val="009B6676"/>
    <w:rsid w:val="009C0B4C"/>
    <w:rsid w:val="009D35CE"/>
    <w:rsid w:val="009D3BC0"/>
    <w:rsid w:val="009E4C54"/>
    <w:rsid w:val="009F04CC"/>
    <w:rsid w:val="009F08EF"/>
    <w:rsid w:val="00A1633B"/>
    <w:rsid w:val="00A50079"/>
    <w:rsid w:val="00A5271A"/>
    <w:rsid w:val="00A55047"/>
    <w:rsid w:val="00A63F0B"/>
    <w:rsid w:val="00A675EB"/>
    <w:rsid w:val="00A72860"/>
    <w:rsid w:val="00A83395"/>
    <w:rsid w:val="00AA0E12"/>
    <w:rsid w:val="00AA1FA3"/>
    <w:rsid w:val="00AB1A24"/>
    <w:rsid w:val="00AC5C3C"/>
    <w:rsid w:val="00AE1D47"/>
    <w:rsid w:val="00AE7575"/>
    <w:rsid w:val="00AF0209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17C3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D1F27"/>
    <w:rsid w:val="00BD5559"/>
    <w:rsid w:val="00BE2595"/>
    <w:rsid w:val="00BF160C"/>
    <w:rsid w:val="00BF3DA6"/>
    <w:rsid w:val="00BF4DBB"/>
    <w:rsid w:val="00C01F01"/>
    <w:rsid w:val="00C16385"/>
    <w:rsid w:val="00C31401"/>
    <w:rsid w:val="00C34DEC"/>
    <w:rsid w:val="00C42456"/>
    <w:rsid w:val="00C55DC1"/>
    <w:rsid w:val="00C56516"/>
    <w:rsid w:val="00C7488B"/>
    <w:rsid w:val="00C812CE"/>
    <w:rsid w:val="00C846DD"/>
    <w:rsid w:val="00C9329C"/>
    <w:rsid w:val="00C95C5D"/>
    <w:rsid w:val="00C96F91"/>
    <w:rsid w:val="00C974CB"/>
    <w:rsid w:val="00CA1C0F"/>
    <w:rsid w:val="00CB1534"/>
    <w:rsid w:val="00CB2C73"/>
    <w:rsid w:val="00CC27A4"/>
    <w:rsid w:val="00CC391D"/>
    <w:rsid w:val="00CC4A60"/>
    <w:rsid w:val="00CC7113"/>
    <w:rsid w:val="00CD2BD5"/>
    <w:rsid w:val="00D17B09"/>
    <w:rsid w:val="00D20CC9"/>
    <w:rsid w:val="00D47D0A"/>
    <w:rsid w:val="00D5558D"/>
    <w:rsid w:val="00D7118B"/>
    <w:rsid w:val="00D72AC7"/>
    <w:rsid w:val="00D763F0"/>
    <w:rsid w:val="00D85BCE"/>
    <w:rsid w:val="00D939FE"/>
    <w:rsid w:val="00DA1519"/>
    <w:rsid w:val="00DA4AB0"/>
    <w:rsid w:val="00DA4E9A"/>
    <w:rsid w:val="00DA7D62"/>
    <w:rsid w:val="00DA7F6A"/>
    <w:rsid w:val="00DB5983"/>
    <w:rsid w:val="00DC7C61"/>
    <w:rsid w:val="00DF2AC4"/>
    <w:rsid w:val="00E0318C"/>
    <w:rsid w:val="00E07574"/>
    <w:rsid w:val="00E17FF1"/>
    <w:rsid w:val="00E24497"/>
    <w:rsid w:val="00E405C0"/>
    <w:rsid w:val="00E43696"/>
    <w:rsid w:val="00E63340"/>
    <w:rsid w:val="00E64AE6"/>
    <w:rsid w:val="00E83B5B"/>
    <w:rsid w:val="00E9354B"/>
    <w:rsid w:val="00E935D6"/>
    <w:rsid w:val="00E950ED"/>
    <w:rsid w:val="00EA13E5"/>
    <w:rsid w:val="00EB18EF"/>
    <w:rsid w:val="00EC46CA"/>
    <w:rsid w:val="00ED14CE"/>
    <w:rsid w:val="00ED6C92"/>
    <w:rsid w:val="00EF0502"/>
    <w:rsid w:val="00EF58C4"/>
    <w:rsid w:val="00F07AB5"/>
    <w:rsid w:val="00F131EA"/>
    <w:rsid w:val="00F40BAC"/>
    <w:rsid w:val="00F5012D"/>
    <w:rsid w:val="00F66D5A"/>
    <w:rsid w:val="00F712BC"/>
    <w:rsid w:val="00F816E7"/>
    <w:rsid w:val="00F9175C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37A73935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278</TotalTime>
  <Pages>10</Pages>
  <Words>2556</Words>
  <Characters>14573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17095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63</cp:revision>
  <cp:lastPrinted>2025-09-22T02:32:00Z</cp:lastPrinted>
  <dcterms:created xsi:type="dcterms:W3CDTF">2020-02-17T09:36:00Z</dcterms:created>
  <dcterms:modified xsi:type="dcterms:W3CDTF">2025-09-24T04:18:00Z</dcterms:modified>
</cp:coreProperties>
</file>